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90C" w:rsidRPr="004A50F5" w:rsidRDefault="00BA790C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BA790C" w:rsidRDefault="00BA790C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BA790C" w:rsidRDefault="00BA790C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BA790C" w:rsidTr="003D222F">
        <w:tc>
          <w:tcPr>
            <w:tcW w:w="7419" w:type="dxa"/>
          </w:tcPr>
          <w:p w:rsidR="00BA790C" w:rsidRPr="003D222F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3D222F">
              <w:rPr>
                <w:b/>
              </w:rPr>
              <w:t>Сроки предоставления субсидии на 201</w:t>
            </w:r>
            <w:r>
              <w:rPr>
                <w:b/>
              </w:rPr>
              <w:t>5</w:t>
            </w:r>
            <w:r w:rsidRPr="003D222F">
              <w:rPr>
                <w:b/>
              </w:rPr>
              <w:t xml:space="preserve"> год</w:t>
            </w:r>
          </w:p>
        </w:tc>
        <w:tc>
          <w:tcPr>
            <w:tcW w:w="2410" w:type="dxa"/>
          </w:tcPr>
          <w:p w:rsidR="00BA790C" w:rsidRPr="003D222F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3D222F">
              <w:rPr>
                <w:b/>
              </w:rPr>
              <w:t>Сумма, рублей</w:t>
            </w:r>
          </w:p>
        </w:tc>
      </w:tr>
      <w:tr w:rsidR="00BA790C" w:rsidTr="003D222F">
        <w:tc>
          <w:tcPr>
            <w:tcW w:w="7419" w:type="dxa"/>
          </w:tcPr>
          <w:p w:rsidR="00BA790C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BA790C" w:rsidRPr="003D222F" w:rsidRDefault="00BA790C" w:rsidP="003D22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277497,85</w:t>
            </w:r>
          </w:p>
        </w:tc>
      </w:tr>
      <w:tr w:rsidR="00BA790C" w:rsidTr="003D222F">
        <w:tc>
          <w:tcPr>
            <w:tcW w:w="7419" w:type="dxa"/>
          </w:tcPr>
          <w:p w:rsidR="00BA790C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BA790C" w:rsidRPr="003D222F" w:rsidRDefault="00BA790C" w:rsidP="003D22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514152,55</w:t>
            </w:r>
          </w:p>
        </w:tc>
      </w:tr>
      <w:tr w:rsidR="00BA790C" w:rsidTr="003D222F">
        <w:tc>
          <w:tcPr>
            <w:tcW w:w="7419" w:type="dxa"/>
          </w:tcPr>
          <w:p w:rsidR="00BA790C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BA790C" w:rsidRPr="003D222F" w:rsidRDefault="00BA790C" w:rsidP="003D22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470653,66</w:t>
            </w:r>
          </w:p>
        </w:tc>
      </w:tr>
      <w:tr w:rsidR="00BA790C" w:rsidTr="003D222F">
        <w:tc>
          <w:tcPr>
            <w:tcW w:w="7419" w:type="dxa"/>
          </w:tcPr>
          <w:p w:rsidR="00BA790C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BA790C" w:rsidRPr="003D222F" w:rsidRDefault="00BA790C" w:rsidP="003D22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568362,10</w:t>
            </w:r>
          </w:p>
        </w:tc>
      </w:tr>
      <w:tr w:rsidR="00BA790C" w:rsidTr="003D222F">
        <w:tc>
          <w:tcPr>
            <w:tcW w:w="7419" w:type="dxa"/>
          </w:tcPr>
          <w:p w:rsidR="00BA790C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BA790C" w:rsidRPr="003D222F" w:rsidRDefault="00BA790C" w:rsidP="003D22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463593,83</w:t>
            </w:r>
          </w:p>
        </w:tc>
      </w:tr>
      <w:tr w:rsidR="00BA790C" w:rsidTr="003D222F">
        <w:tc>
          <w:tcPr>
            <w:tcW w:w="7419" w:type="dxa"/>
          </w:tcPr>
          <w:p w:rsidR="00BA790C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BA790C" w:rsidRPr="003D222F" w:rsidRDefault="00BA790C" w:rsidP="003D22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748858,74</w:t>
            </w:r>
          </w:p>
        </w:tc>
      </w:tr>
      <w:tr w:rsidR="00BA790C" w:rsidTr="003D222F">
        <w:tc>
          <w:tcPr>
            <w:tcW w:w="7419" w:type="dxa"/>
          </w:tcPr>
          <w:p w:rsidR="00BA790C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BA790C" w:rsidRPr="003D222F" w:rsidRDefault="00BA790C" w:rsidP="003D22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514781,88</w:t>
            </w:r>
          </w:p>
        </w:tc>
      </w:tr>
      <w:tr w:rsidR="00BA790C" w:rsidTr="003D222F">
        <w:tc>
          <w:tcPr>
            <w:tcW w:w="7419" w:type="dxa"/>
          </w:tcPr>
          <w:p w:rsidR="00BA790C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BA790C" w:rsidRPr="003D222F" w:rsidRDefault="00BA790C" w:rsidP="003D22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314455,08</w:t>
            </w:r>
          </w:p>
        </w:tc>
      </w:tr>
      <w:tr w:rsidR="00BA790C" w:rsidTr="003D222F">
        <w:tc>
          <w:tcPr>
            <w:tcW w:w="7419" w:type="dxa"/>
          </w:tcPr>
          <w:p w:rsidR="00BA790C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BA790C" w:rsidRPr="003D222F" w:rsidRDefault="00BA790C" w:rsidP="003D22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382041,75</w:t>
            </w:r>
          </w:p>
        </w:tc>
      </w:tr>
      <w:tr w:rsidR="00BA790C" w:rsidTr="003D222F">
        <w:tc>
          <w:tcPr>
            <w:tcW w:w="7419" w:type="dxa"/>
          </w:tcPr>
          <w:p w:rsidR="00BA790C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BA790C" w:rsidRPr="003D222F" w:rsidRDefault="00BA790C" w:rsidP="003D22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479455,99</w:t>
            </w:r>
          </w:p>
        </w:tc>
      </w:tr>
      <w:tr w:rsidR="00BA790C" w:rsidTr="003D222F">
        <w:tc>
          <w:tcPr>
            <w:tcW w:w="7419" w:type="dxa"/>
          </w:tcPr>
          <w:p w:rsidR="00BA790C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BA790C" w:rsidRPr="003D222F" w:rsidRDefault="00BA790C" w:rsidP="003D22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519829,46</w:t>
            </w:r>
          </w:p>
        </w:tc>
      </w:tr>
      <w:tr w:rsidR="00BA790C" w:rsidTr="003D222F">
        <w:tc>
          <w:tcPr>
            <w:tcW w:w="7419" w:type="dxa"/>
          </w:tcPr>
          <w:p w:rsidR="00BA790C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BA790C" w:rsidRPr="003D222F" w:rsidRDefault="00BA790C" w:rsidP="003D22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838628,88</w:t>
            </w:r>
          </w:p>
        </w:tc>
      </w:tr>
      <w:tr w:rsidR="00BA790C" w:rsidTr="003D222F">
        <w:tc>
          <w:tcPr>
            <w:tcW w:w="7419" w:type="dxa"/>
          </w:tcPr>
          <w:p w:rsidR="00BA790C" w:rsidRPr="003D222F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3D222F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BA790C" w:rsidRDefault="00BA790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6092311,77</w:t>
            </w:r>
          </w:p>
        </w:tc>
      </w:tr>
    </w:tbl>
    <w:p w:rsidR="00BA790C" w:rsidRDefault="00BA790C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BA790C" w:rsidRDefault="00BA790C">
      <w:pPr>
        <w:rPr>
          <w:sz w:val="2"/>
          <w:szCs w:val="2"/>
        </w:rPr>
      </w:pPr>
    </w:p>
    <w:p w:rsidR="00BA790C" w:rsidRDefault="00BA790C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BA790C" w:rsidRDefault="00BA790C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BA790C" w:rsidRPr="002472DF" w:rsidRDefault="00BA790C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u w:val="none"/>
        </w:rPr>
      </w:pPr>
      <w:r w:rsidRPr="002472DF">
        <w:rPr>
          <w:rStyle w:val="Exact1"/>
          <w:b/>
          <w:u w:val="none"/>
        </w:rPr>
        <w:t xml:space="preserve">Учредитель 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b/>
          <w:u w:val="none"/>
        </w:rPr>
        <w:t>Учреждение</w:t>
      </w:r>
    </w:p>
    <w:p w:rsidR="00BA790C" w:rsidRPr="00301A09" w:rsidRDefault="00BA790C" w:rsidP="00301A09">
      <w:pPr>
        <w:pStyle w:val="21"/>
        <w:shd w:val="clear" w:color="auto" w:fill="auto"/>
        <w:tabs>
          <w:tab w:val="left" w:pos="0"/>
        </w:tabs>
        <w:spacing w:after="0" w:line="264" w:lineRule="exact"/>
        <w:ind w:firstLine="426"/>
        <w:jc w:val="left"/>
        <w:rPr>
          <w:color w:val="auto"/>
          <w:sz w:val="22"/>
          <w:shd w:val="clear" w:color="auto" w:fill="FFFFFF"/>
          <w:lang w:eastAsia="en-US"/>
        </w:rPr>
      </w:pPr>
      <w:smartTag w:uri="urn:schemas-microsoft-com:office:smarttags" w:element="metricconverter">
        <w:smartTagPr>
          <w:attr w:name="ProductID" w:val="243220, г"/>
        </w:smartTagPr>
        <w:r w:rsidRPr="002472DF">
          <w:rPr>
            <w:rStyle w:val="Exact1"/>
            <w:u w:val="none"/>
          </w:rPr>
          <w:t>243220, г</w:t>
        </w:r>
      </w:smartTag>
      <w:r w:rsidRPr="002472DF">
        <w:rPr>
          <w:rStyle w:val="Exact1"/>
          <w:u w:val="none"/>
        </w:rPr>
        <w:t>. Мглин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301A09">
          <w:rPr>
            <w:color w:val="auto"/>
            <w:sz w:val="22"/>
            <w:shd w:val="clear" w:color="auto" w:fill="FFFFFF"/>
            <w:lang w:eastAsia="en-US"/>
          </w:rPr>
          <w:t>243220, г</w:t>
        </w:r>
      </w:smartTag>
      <w:r w:rsidRPr="00301A09">
        <w:rPr>
          <w:color w:val="auto"/>
          <w:sz w:val="22"/>
          <w:shd w:val="clear" w:color="auto" w:fill="FFFFFF"/>
          <w:lang w:eastAsia="en-US"/>
        </w:rPr>
        <w:t>. Мглин</w:t>
      </w:r>
    </w:p>
    <w:p w:rsidR="00BA790C" w:rsidRPr="00301A09" w:rsidRDefault="00BA790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ул. Ленина д.19-21</w:t>
      </w:r>
    </w:p>
    <w:p w:rsidR="00BA790C" w:rsidRPr="00301A09" w:rsidRDefault="00BA790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BA790C" w:rsidRPr="00301A09" w:rsidRDefault="00BA790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3220002792</w:t>
      </w:r>
    </w:p>
    <w:p w:rsidR="00BA790C" w:rsidRPr="00301A09" w:rsidRDefault="00BA790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БИК 041501001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БИК 041501001</w:t>
      </w:r>
    </w:p>
    <w:p w:rsidR="00BA790C" w:rsidRPr="00301A09" w:rsidRDefault="00BA790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р/с 40204810400000100126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р/с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40701810000011000192</w:t>
      </w:r>
    </w:p>
    <w:p w:rsidR="00BA790C" w:rsidRPr="00301A09" w:rsidRDefault="00BA790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л/с 03273012380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л/с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20276Ч54380</w:t>
      </w:r>
    </w:p>
    <w:p w:rsidR="00BA790C" w:rsidRPr="00301A09" w:rsidRDefault="00BA790C" w:rsidP="00301A09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BA790C" w:rsidRPr="00301A09" w:rsidRDefault="00BA790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В.и.о. н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ачальник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а Мглинского районного</w:t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Директор МБУ Мглинская МЦБС</w:t>
      </w:r>
    </w:p>
    <w:p w:rsidR="00BA790C" w:rsidRPr="00301A09" w:rsidRDefault="00BA790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BA790C" w:rsidRPr="00301A09" w:rsidRDefault="00BA790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Казакова Л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.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 xml:space="preserve">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Боровская А.А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.</w:t>
      </w:r>
    </w:p>
    <w:p w:rsidR="00BA790C" w:rsidRPr="00301A09" w:rsidRDefault="00BA790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BA790C" w:rsidRPr="00301A09" w:rsidRDefault="00BA790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М.П.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>М.П.</w:t>
      </w:r>
    </w:p>
    <w:p w:rsidR="00BA790C" w:rsidRPr="002472DF" w:rsidRDefault="00BA790C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sectPr w:rsidR="00BA790C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90C" w:rsidRDefault="00BA790C" w:rsidP="008D65D8">
      <w:r>
        <w:separator/>
      </w:r>
    </w:p>
  </w:endnote>
  <w:endnote w:type="continuationSeparator" w:id="1">
    <w:p w:rsidR="00BA790C" w:rsidRDefault="00BA790C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90C" w:rsidRDefault="00BA790C"/>
  </w:footnote>
  <w:footnote w:type="continuationSeparator" w:id="1">
    <w:p w:rsidR="00BA790C" w:rsidRDefault="00BA790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011D2"/>
    <w:rsid w:val="00065C41"/>
    <w:rsid w:val="000B316C"/>
    <w:rsid w:val="001024A7"/>
    <w:rsid w:val="00135F58"/>
    <w:rsid w:val="001B5DB8"/>
    <w:rsid w:val="002472DF"/>
    <w:rsid w:val="00261F8D"/>
    <w:rsid w:val="00301A09"/>
    <w:rsid w:val="003B0399"/>
    <w:rsid w:val="003D222F"/>
    <w:rsid w:val="003E283A"/>
    <w:rsid w:val="004A50F5"/>
    <w:rsid w:val="004D265B"/>
    <w:rsid w:val="005F378A"/>
    <w:rsid w:val="005F4B85"/>
    <w:rsid w:val="00804D2A"/>
    <w:rsid w:val="00811943"/>
    <w:rsid w:val="008D65D8"/>
    <w:rsid w:val="00BA790C"/>
    <w:rsid w:val="00C83BB4"/>
    <w:rsid w:val="00D457ED"/>
    <w:rsid w:val="00DE5E20"/>
    <w:rsid w:val="00E83CC4"/>
    <w:rsid w:val="00EB32BE"/>
    <w:rsid w:val="00F65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DefaultParagraphFont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8D65D8"/>
    <w:rPr>
      <w:rFonts w:ascii="Calibri" w:hAnsi="Calibri" w:cs="Calibri"/>
      <w:sz w:val="10"/>
      <w:szCs w:val="10"/>
      <w:u w:val="none"/>
      <w:lang w:val="en-US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D65D8"/>
    <w:rPr>
      <w:rFonts w:ascii="Palatino Linotype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8D65D8"/>
    <w:rPr>
      <w:rFonts w:ascii="Palatino Linotype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Normal"/>
    <w:link w:val="a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Normal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Normal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Normal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Normal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Normal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TableGrid">
    <w:name w:val="Table Grid"/>
    <w:basedOn w:val="TableNormal"/>
    <w:uiPriority w:val="99"/>
    <w:rsid w:val="002472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1</Pages>
  <Words>175</Words>
  <Characters>1003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8</cp:revision>
  <cp:lastPrinted>2016-02-03T07:11:00Z</cp:lastPrinted>
  <dcterms:created xsi:type="dcterms:W3CDTF">2014-08-26T06:09:00Z</dcterms:created>
  <dcterms:modified xsi:type="dcterms:W3CDTF">2016-02-03T07:14:00Z</dcterms:modified>
</cp:coreProperties>
</file>